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Pr="00A859AA" w:rsidRDefault="0005235E" w:rsidP="00A4605B">
      <w:pPr>
        <w:ind w:left="360"/>
        <w:rPr>
          <w:b/>
          <w:lang w:val="es-VE"/>
        </w:rPr>
      </w:pPr>
      <w:r>
        <w:rPr>
          <w:b/>
        </w:rPr>
        <w:t xml:space="preserve"> </w:t>
      </w:r>
      <w:r w:rsidR="00D46535">
        <w:rPr>
          <w:b/>
        </w:rPr>
        <w:t xml:space="preserve"> </w:t>
      </w:r>
      <w:r w:rsidR="00207BCB" w:rsidRPr="00A859AA">
        <w:rPr>
          <w:b/>
          <w:lang w:val="es-VE"/>
        </w:rPr>
        <w:t>Site Address:</w:t>
      </w:r>
    </w:p>
    <w:p w:rsidR="00207BC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CA.LA ELECTRICIDAD DE CARACAS (EDC)</w:t>
      </w:r>
    </w:p>
    <w:p w:rsidR="009F179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Carretera Nacional Guarenas Guatire, Km 3</w:t>
      </w:r>
    </w:p>
    <w:p w:rsidR="00207BCB" w:rsidRPr="00D46535" w:rsidRDefault="00207BCB" w:rsidP="00C54D1E">
      <w:pPr>
        <w:tabs>
          <w:tab w:val="left" w:pos="8400"/>
        </w:tabs>
        <w:ind w:left="360"/>
        <w:rPr>
          <w:lang w:val="es-VE"/>
        </w:rPr>
      </w:pPr>
      <w:r w:rsidRPr="00D46535">
        <w:rPr>
          <w:lang w:val="es-VE"/>
        </w:rPr>
        <w:t>Deposito Eleggua, Electricidad de Caracas</w:t>
      </w:r>
      <w:r w:rsidR="00C54D1E" w:rsidRPr="00D46535">
        <w:rPr>
          <w:lang w:val="es-VE"/>
        </w:rPr>
        <w:tab/>
      </w:r>
    </w:p>
    <w:p w:rsidR="009F179B" w:rsidRPr="00D46535" w:rsidRDefault="009F179B" w:rsidP="00A4605B">
      <w:pPr>
        <w:ind w:left="360"/>
        <w:rPr>
          <w:b/>
          <w:color w:val="FF0000"/>
          <w:lang w:val="es-VE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>Pro Energy Services contracted by Derwick to execute EPC Contract</w:t>
      </w:r>
    </w:p>
    <w:p w:rsidR="00207BCB" w:rsidRDefault="00BF74A3" w:rsidP="00A4605B">
      <w:pPr>
        <w:ind w:left="360"/>
      </w:pPr>
      <w:r>
        <w:t>Derwick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r>
        <w:t>Vepica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9B0B5F" w:rsidRDefault="000D48C3" w:rsidP="00A4605B">
      <w:pPr>
        <w:ind w:left="360"/>
        <w:rPr>
          <w:b/>
        </w:rPr>
      </w:pPr>
      <w:r w:rsidRPr="000D48C3">
        <w:rPr>
          <w:b/>
        </w:rPr>
        <w:t>Temperature &amp; Site Conditions</w:t>
      </w:r>
      <w:r w:rsidRPr="003531DB">
        <w:rPr>
          <w:b/>
        </w:rPr>
        <w:t xml:space="preserve">:  </w:t>
      </w:r>
      <w:r w:rsidRPr="003531DB">
        <w:t xml:space="preserve">High </w:t>
      </w:r>
      <w:r w:rsidR="00BD208E">
        <w:t>28</w:t>
      </w:r>
      <w:r w:rsidRPr="003531DB">
        <w:t xml:space="preserve"> Low </w:t>
      </w:r>
      <w:r w:rsidR="00BD208E">
        <w:t>22</w:t>
      </w:r>
      <w:r w:rsidR="00A859AA">
        <w:t xml:space="preserve">,   </w:t>
      </w:r>
      <w:r w:rsidR="009D0C8A" w:rsidRPr="00D3012E">
        <w:t xml:space="preserve"> </w:t>
      </w:r>
      <w:r w:rsidR="00BD208E">
        <w:t>85</w:t>
      </w:r>
      <w:r w:rsidR="00D3012E" w:rsidRPr="00D3012E">
        <w:t xml:space="preserve"> -</w:t>
      </w:r>
      <w:r w:rsidR="00BD208E">
        <w:t xml:space="preserve"> 90</w:t>
      </w:r>
      <w:r w:rsidR="009E62FC" w:rsidRPr="00D3012E">
        <w:t>%</w:t>
      </w:r>
      <w:r w:rsidR="009E62FC">
        <w:t xml:space="preserve"> </w:t>
      </w:r>
      <w:r w:rsidR="003F4010">
        <w:t>Humidity</w:t>
      </w:r>
      <w:r w:rsidR="00124F40">
        <w:t>;</w:t>
      </w:r>
      <w:r w:rsidR="002D471E">
        <w:t xml:space="preserve">  </w:t>
      </w: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0424 232 0528</w:t>
      </w:r>
    </w:p>
    <w:p w:rsidR="000D48C3" w:rsidRDefault="000D48C3" w:rsidP="00936B01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  <w:r w:rsidR="009332A7">
        <w:tab/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r w:rsidR="00AA5A8E">
        <w:t>Thabang Malebye</w:t>
      </w:r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>Jose Isaya</w:t>
      </w:r>
      <w:r>
        <w:tab/>
      </w:r>
      <w:r>
        <w:tab/>
      </w:r>
      <w:r>
        <w:tab/>
      </w:r>
      <w:r w:rsidR="00BF74A3">
        <w:t>Logistics Assistant</w:t>
      </w:r>
      <w:r w:rsidR="00106045">
        <w:tab/>
      </w:r>
      <w:r w:rsidR="00106045">
        <w:tab/>
      </w:r>
      <w:r w:rsidR="00106045">
        <w:tab/>
        <w:t>0416 402 2202</w:t>
      </w:r>
    </w:p>
    <w:p w:rsidR="00D6401E" w:rsidRDefault="00D6401E" w:rsidP="00A4605B">
      <w:pPr>
        <w:ind w:left="360"/>
      </w:pPr>
      <w:r>
        <w:tab/>
        <w:t>Edwin Isea</w:t>
      </w:r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>Jesus Van Der Velde</w:t>
      </w:r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</w:t>
      </w:r>
      <w:r w:rsidR="00A47BEF">
        <w:t>nager</w:t>
      </w:r>
      <w:r w:rsidR="00A47BEF">
        <w:tab/>
      </w:r>
      <w:r w:rsidR="00A47BEF">
        <w:tab/>
      </w:r>
      <w:r w:rsidR="00A47BEF">
        <w:tab/>
      </w:r>
      <w:r w:rsidR="00A47BEF">
        <w:tab/>
        <w:t>0424 215 3087</w:t>
      </w:r>
    </w:p>
    <w:p w:rsidR="006E42D4" w:rsidRDefault="006E42D4" w:rsidP="00A4605B">
      <w:pPr>
        <w:ind w:left="360"/>
      </w:pPr>
      <w:r>
        <w:tab/>
        <w:t>Terry Henry</w:t>
      </w:r>
      <w:r>
        <w:tab/>
      </w:r>
      <w:r>
        <w:tab/>
      </w:r>
      <w:r>
        <w:tab/>
        <w:t>Electrical Superintendent</w:t>
      </w:r>
      <w:r>
        <w:tab/>
      </w:r>
      <w:r>
        <w:tab/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t>General Items:</w:t>
      </w:r>
      <w:r>
        <w:rPr>
          <w:b/>
        </w:rPr>
        <w:t xml:space="preserve"> </w:t>
      </w:r>
    </w:p>
    <w:p w:rsidR="00DD543A" w:rsidRDefault="00DD543A" w:rsidP="00D46535"/>
    <w:p w:rsidR="001A29A1" w:rsidRDefault="00DD543A" w:rsidP="00936B01">
      <w:pPr>
        <w:numPr>
          <w:ilvl w:val="0"/>
          <w:numId w:val="36"/>
        </w:numPr>
        <w:ind w:left="360"/>
      </w:pPr>
      <w:r>
        <w:t xml:space="preserve">National Guard quarters </w:t>
      </w:r>
      <w:r w:rsidR="00E621EC">
        <w:t>R</w:t>
      </w:r>
      <w:r w:rsidR="0005235E">
        <w:t>efurbishment: Inspected all rooms after 2 nights of heavy rain, and could not find any wet floors, except Latrine and that is being caused by plumbing to toilet stools.</w:t>
      </w:r>
    </w:p>
    <w:p w:rsidR="0005235E" w:rsidRDefault="00BD208E" w:rsidP="00936B01">
      <w:pPr>
        <w:numPr>
          <w:ilvl w:val="0"/>
          <w:numId w:val="36"/>
        </w:numPr>
        <w:ind w:left="360"/>
      </w:pPr>
      <w:r>
        <w:t>Site curbs near trailers were</w:t>
      </w:r>
      <w:r w:rsidR="0005235E">
        <w:t xml:space="preserve"> power washed and painting</w:t>
      </w:r>
      <w:r>
        <w:t xml:space="preserve"> completed.</w:t>
      </w:r>
    </w:p>
    <w:p w:rsidR="00316D3A" w:rsidRDefault="00BD208E" w:rsidP="00BD208E">
      <w:pPr>
        <w:numPr>
          <w:ilvl w:val="0"/>
          <w:numId w:val="36"/>
        </w:numPr>
        <w:ind w:left="360"/>
      </w:pPr>
      <w:r>
        <w:t>What was one trailer to arrive, turned out to be 11 trucks of which 9 needed to be unloaded on site due to weight limit of our forklift on warehouse site.</w:t>
      </w:r>
    </w:p>
    <w:p w:rsidR="00DA224D" w:rsidRDefault="00BD208E" w:rsidP="004E1CEE">
      <w:pPr>
        <w:numPr>
          <w:ilvl w:val="0"/>
          <w:numId w:val="36"/>
        </w:numPr>
        <w:ind w:left="360"/>
      </w:pPr>
      <w:r>
        <w:t>Steve Fields departed site on 8 Aug 2010.</w:t>
      </w:r>
    </w:p>
    <w:p w:rsidR="00F30BC7" w:rsidRDefault="00F30BC7" w:rsidP="004E1CEE">
      <w:pPr>
        <w:numPr>
          <w:ilvl w:val="0"/>
          <w:numId w:val="36"/>
        </w:numPr>
        <w:ind w:left="360"/>
      </w:pPr>
      <w:r>
        <w:t>Main Control Room formed, rebar being tied and show be complete by end of day.</w:t>
      </w:r>
    </w:p>
    <w:p w:rsidR="00F30BC7" w:rsidRDefault="00F30BC7" w:rsidP="004E1CEE">
      <w:pPr>
        <w:numPr>
          <w:ilvl w:val="0"/>
          <w:numId w:val="36"/>
        </w:numPr>
        <w:ind w:left="360"/>
      </w:pPr>
      <w:r>
        <w:t xml:space="preserve">Dewatering </w:t>
      </w:r>
      <w:r w:rsidR="00BD208E">
        <w:t>of plant on Monday  morning as result of rain. Thunder storms forcasted for rest of week.</w:t>
      </w:r>
    </w:p>
    <w:p w:rsidR="00DD543A" w:rsidRDefault="00DD543A" w:rsidP="00A4605B">
      <w:pPr>
        <w:ind w:left="360"/>
      </w:pPr>
    </w:p>
    <w:p w:rsidR="004834E8" w:rsidRDefault="004834E8" w:rsidP="0003299A">
      <w:pPr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6E5471" w:rsidP="0005235E">
      <w:pPr>
        <w:ind w:left="360"/>
        <w:rPr>
          <w:b/>
        </w:rPr>
      </w:pPr>
      <w:r>
        <w:rPr>
          <w:b/>
        </w:rPr>
        <w:t>Action Items:</w:t>
      </w:r>
    </w:p>
    <w:p w:rsidR="0005235E" w:rsidRDefault="0005235E" w:rsidP="00A4605B">
      <w:pPr>
        <w:ind w:left="360"/>
        <w:rPr>
          <w:b/>
        </w:rPr>
      </w:pPr>
    </w:p>
    <w:p w:rsidR="000C4F63" w:rsidRPr="00353166" w:rsidRDefault="0003299A" w:rsidP="0003299A">
      <w:pPr>
        <w:rPr>
          <w:b/>
        </w:rPr>
      </w:pPr>
      <w:r>
        <w:rPr>
          <w:b/>
        </w:rPr>
        <w:t xml:space="preserve">  </w:t>
      </w:r>
    </w:p>
    <w:p w:rsidR="000C4F63" w:rsidRPr="004834E8" w:rsidRDefault="000C4F63" w:rsidP="0086538E">
      <w:pPr>
        <w:numPr>
          <w:ilvl w:val="0"/>
          <w:numId w:val="33"/>
        </w:numPr>
        <w:ind w:left="360"/>
        <w:rPr>
          <w:b/>
        </w:rPr>
      </w:pPr>
      <w:r>
        <w:t>Unit Aux Transformer Foundation and coordinates required</w:t>
      </w:r>
      <w:r w:rsidR="00DA224D">
        <w:t>.</w:t>
      </w:r>
    </w:p>
    <w:p w:rsidR="004834E8" w:rsidRPr="00BD208E" w:rsidRDefault="004834E8" w:rsidP="0086538E">
      <w:pPr>
        <w:numPr>
          <w:ilvl w:val="0"/>
          <w:numId w:val="33"/>
        </w:numPr>
        <w:ind w:left="360"/>
        <w:rPr>
          <w:b/>
        </w:rPr>
      </w:pPr>
      <w:r>
        <w:t>Main Control room forms being installed</w:t>
      </w:r>
      <w:r w:rsidR="00AC0AE5">
        <w:t xml:space="preserve"> and rebar being installed</w:t>
      </w:r>
      <w:r>
        <w:t>.</w:t>
      </w:r>
    </w:p>
    <w:p w:rsidR="00DA224D" w:rsidRPr="00BD208E" w:rsidRDefault="00BD208E" w:rsidP="00BD208E">
      <w:pPr>
        <w:numPr>
          <w:ilvl w:val="0"/>
          <w:numId w:val="33"/>
        </w:numPr>
        <w:ind w:left="360"/>
        <w:rPr>
          <w:b/>
        </w:rPr>
      </w:pPr>
      <w:r>
        <w:t>Under ground duct bank work continues near unit 100.</w:t>
      </w:r>
    </w:p>
    <w:p w:rsidR="00FD2AF5" w:rsidRPr="008A327B" w:rsidRDefault="00FD2AF5" w:rsidP="00FD2AF5">
      <w:pPr>
        <w:ind w:left="360"/>
        <w:rPr>
          <w:b/>
        </w:rPr>
      </w:pPr>
    </w:p>
    <w:p w:rsidR="00192800" w:rsidRPr="00936B01" w:rsidRDefault="00DD543A" w:rsidP="00936B01">
      <w:pPr>
        <w:ind w:left="360"/>
        <w:rPr>
          <w:b/>
        </w:rPr>
      </w:pPr>
      <w:r>
        <w:rPr>
          <w:b/>
        </w:rPr>
        <w:t xml:space="preserve">Civil:  </w:t>
      </w:r>
    </w:p>
    <w:p w:rsidR="004834E8" w:rsidRDefault="004834E8" w:rsidP="004834E8">
      <w:pPr>
        <w:ind w:left="360"/>
      </w:pPr>
    </w:p>
    <w:p w:rsidR="00157FE3" w:rsidRDefault="00106345" w:rsidP="00BD208E">
      <w:pPr>
        <w:numPr>
          <w:ilvl w:val="0"/>
          <w:numId w:val="34"/>
        </w:numPr>
        <w:ind w:left="360"/>
      </w:pPr>
      <w:r>
        <w:t xml:space="preserve">National </w:t>
      </w:r>
      <w:r w:rsidR="00106B68">
        <w:t>G</w:t>
      </w:r>
      <w:r>
        <w:t xml:space="preserve">uard </w:t>
      </w:r>
      <w:r w:rsidR="007B7588">
        <w:t>Q</w:t>
      </w:r>
      <w:r>
        <w:t xml:space="preserve">uarters </w:t>
      </w:r>
      <w:r w:rsidR="007B7588">
        <w:t>R</w:t>
      </w:r>
      <w:r>
        <w:t>efurbishment</w:t>
      </w:r>
      <w:r w:rsidR="00A131CF">
        <w:t xml:space="preserve">:  </w:t>
      </w:r>
      <w:r w:rsidR="00F374E8">
        <w:t>Overall completion at 9</w:t>
      </w:r>
      <w:r w:rsidR="00936B01">
        <w:t>7</w:t>
      </w:r>
      <w:r w:rsidR="00F374E8">
        <w:t>%’</w:t>
      </w:r>
      <w:r w:rsidR="001B1B02">
        <w:t>.</w:t>
      </w:r>
      <w:r w:rsidR="006652B7">
        <w:t>currently at stand still</w:t>
      </w:r>
      <w:r w:rsidR="00F30BC7">
        <w:t xml:space="preserve"> for completion of punch list.</w:t>
      </w:r>
    </w:p>
    <w:p w:rsidR="00F30BC7" w:rsidRDefault="004834E8" w:rsidP="00BD208E">
      <w:pPr>
        <w:numPr>
          <w:ilvl w:val="0"/>
          <w:numId w:val="34"/>
        </w:numPr>
        <w:ind w:left="360"/>
      </w:pPr>
      <w:r>
        <w:t xml:space="preserve">Cleaning of roadway began </w:t>
      </w:r>
      <w:r w:rsidR="00AC0AE5">
        <w:t xml:space="preserve">2Aug and </w:t>
      </w:r>
      <w:r w:rsidR="00A449CC">
        <w:t>is</w:t>
      </w:r>
      <w:r w:rsidR="00AC0AE5">
        <w:t xml:space="preserve"> on</w:t>
      </w:r>
      <w:r w:rsidR="00A449CC">
        <w:t>-</w:t>
      </w:r>
      <w:r w:rsidR="00AC0AE5">
        <w:t>going</w:t>
      </w:r>
      <w:r w:rsidR="00A449CC">
        <w:t>.</w:t>
      </w:r>
      <w:r>
        <w:t xml:space="preserve"> </w:t>
      </w:r>
    </w:p>
    <w:p w:rsidR="00BD208E" w:rsidRDefault="00F30BC7" w:rsidP="0003299A">
      <w:pPr>
        <w:numPr>
          <w:ilvl w:val="0"/>
          <w:numId w:val="34"/>
        </w:numPr>
        <w:ind w:left="360"/>
      </w:pPr>
      <w:r>
        <w:t>GSU 100 &amp; 200 back fill complete.</w:t>
      </w:r>
      <w:r w:rsidR="004834E8">
        <w:t xml:space="preserve"> </w:t>
      </w:r>
    </w:p>
    <w:p w:rsidR="004834E8" w:rsidRDefault="004834E8" w:rsidP="0003299A">
      <w:pPr>
        <w:numPr>
          <w:ilvl w:val="0"/>
          <w:numId w:val="34"/>
        </w:numPr>
        <w:ind w:left="360"/>
      </w:pPr>
      <w:r>
        <w:t xml:space="preserve">                                           </w:t>
      </w:r>
    </w:p>
    <w:p w:rsidR="006510B5" w:rsidRPr="006510B5" w:rsidRDefault="006510B5" w:rsidP="006510B5">
      <w:pPr>
        <w:rPr>
          <w:b/>
        </w:rPr>
      </w:pPr>
    </w:p>
    <w:p w:rsidR="004834E8" w:rsidRDefault="00141564" w:rsidP="00664965">
      <w:pPr>
        <w:ind w:left="360"/>
        <w:rPr>
          <w:b/>
        </w:rPr>
      </w:pPr>
      <w:r w:rsidRPr="00316D3A">
        <w:rPr>
          <w:b/>
        </w:rPr>
        <w:t>Concrete/Foundations:</w:t>
      </w:r>
    </w:p>
    <w:p w:rsidR="001D6B21" w:rsidRPr="008910A6" w:rsidRDefault="00141564" w:rsidP="0003299A">
      <w:pPr>
        <w:rPr>
          <w:b/>
        </w:rPr>
      </w:pPr>
      <w:r w:rsidRPr="00316D3A">
        <w:rPr>
          <w:b/>
        </w:rPr>
        <w:t xml:space="preserve">  </w:t>
      </w:r>
    </w:p>
    <w:p w:rsidR="00316D3A" w:rsidRPr="008910A6" w:rsidRDefault="000D6489" w:rsidP="0074137B">
      <w:pPr>
        <w:numPr>
          <w:ilvl w:val="0"/>
          <w:numId w:val="34"/>
        </w:numPr>
        <w:ind w:left="360"/>
        <w:rPr>
          <w:b/>
        </w:rPr>
      </w:pPr>
      <w:r>
        <w:t xml:space="preserve">Unit 300 and Unit 400 GSU:  </w:t>
      </w:r>
      <w:r w:rsidR="00651AC3">
        <w:t xml:space="preserve">Poured Base </w:t>
      </w:r>
    </w:p>
    <w:p w:rsidR="004E1CEE" w:rsidRPr="004E1CEE" w:rsidRDefault="00A05513" w:rsidP="0074137B">
      <w:pPr>
        <w:numPr>
          <w:ilvl w:val="0"/>
          <w:numId w:val="34"/>
        </w:numPr>
        <w:ind w:left="360"/>
        <w:rPr>
          <w:b/>
        </w:rPr>
      </w:pPr>
      <w:r>
        <w:t>Control room</w:t>
      </w:r>
      <w:r w:rsidR="00263D9E">
        <w:t xml:space="preserve"> 200 footings poured; Concrete work cancelled due to rain.</w:t>
      </w:r>
    </w:p>
    <w:p w:rsidR="00DA224D" w:rsidRPr="00263D9E" w:rsidRDefault="004E1CEE" w:rsidP="00263D9E">
      <w:pPr>
        <w:numPr>
          <w:ilvl w:val="0"/>
          <w:numId w:val="34"/>
        </w:numPr>
        <w:ind w:left="360"/>
        <w:rPr>
          <w:b/>
        </w:rPr>
      </w:pPr>
      <w:r>
        <w:t>Control room 100</w:t>
      </w:r>
      <w:r w:rsidR="00A05513">
        <w:t>.</w:t>
      </w:r>
      <w:r w:rsidR="007F2247">
        <w:t>piers poure</w:t>
      </w:r>
    </w:p>
    <w:p w:rsidR="00375BCB" w:rsidRPr="00375BCB" w:rsidRDefault="00375BCB" w:rsidP="0074137B">
      <w:pPr>
        <w:numPr>
          <w:ilvl w:val="0"/>
          <w:numId w:val="34"/>
        </w:numPr>
        <w:ind w:left="360"/>
        <w:rPr>
          <w:b/>
        </w:rPr>
      </w:pPr>
      <w:r>
        <w:t xml:space="preserve">Installation of containment wall </w:t>
      </w:r>
      <w:r w:rsidR="0003299A">
        <w:t xml:space="preserve">steel for transformers on-going, GSU # 100 is </w:t>
      </w:r>
      <w:r w:rsidR="006652B7">
        <w:t xml:space="preserve">complete, </w:t>
      </w:r>
    </w:p>
    <w:p w:rsidR="00375BCB" w:rsidRPr="00DA224D" w:rsidRDefault="00375BCB" w:rsidP="0074137B">
      <w:pPr>
        <w:numPr>
          <w:ilvl w:val="0"/>
          <w:numId w:val="34"/>
        </w:numPr>
        <w:ind w:left="360"/>
        <w:rPr>
          <w:b/>
        </w:rPr>
      </w:pPr>
      <w:r>
        <w:t>Pre-tying steel for main control warehouse.</w:t>
      </w:r>
    </w:p>
    <w:p w:rsidR="00F73F05" w:rsidRPr="00F73F05" w:rsidRDefault="00DA224D" w:rsidP="00DA224D">
      <w:pPr>
        <w:ind w:left="360"/>
        <w:rPr>
          <w:b/>
        </w:rPr>
      </w:pPr>
      <w:r>
        <w:t xml:space="preserve"> </w:t>
      </w:r>
    </w:p>
    <w:p w:rsidR="00377A1F" w:rsidRDefault="00125E3E" w:rsidP="000D6489">
      <w:pPr>
        <w:ind w:left="360"/>
        <w:rPr>
          <w:b/>
        </w:rPr>
      </w:pPr>
      <w:r>
        <w:rPr>
          <w:b/>
        </w:rPr>
        <w:t xml:space="preserve">Mechanical: </w:t>
      </w:r>
    </w:p>
    <w:p w:rsidR="00375BCB" w:rsidRDefault="00375BCB" w:rsidP="000D6489">
      <w:pPr>
        <w:ind w:left="360"/>
        <w:rPr>
          <w:b/>
        </w:rPr>
      </w:pPr>
    </w:p>
    <w:p w:rsidR="00141564" w:rsidRDefault="006113E4" w:rsidP="00377A1F">
      <w:pPr>
        <w:numPr>
          <w:ilvl w:val="0"/>
          <w:numId w:val="37"/>
        </w:numPr>
        <w:ind w:left="360"/>
        <w:rPr>
          <w:b/>
        </w:rPr>
      </w:pPr>
      <w:r>
        <w:t xml:space="preserve">Waiting on quote from </w:t>
      </w:r>
      <w:r w:rsidR="005410F0">
        <w:t>tank fabrication vendor f</w:t>
      </w:r>
      <w:r>
        <w:t xml:space="preserve">rom site visit meeting. </w:t>
      </w:r>
      <w:r w:rsidR="00141564">
        <w:rPr>
          <w:b/>
        </w:rPr>
        <w:t xml:space="preserve"> 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A4605B">
      <w:pPr>
        <w:ind w:left="360"/>
        <w:rPr>
          <w:b/>
        </w:rPr>
      </w:pPr>
      <w:r>
        <w:rPr>
          <w:b/>
        </w:rPr>
        <w:t>Electrical:</w:t>
      </w:r>
    </w:p>
    <w:p w:rsidR="00375BCB" w:rsidRDefault="00375BCB" w:rsidP="00A4605B">
      <w:pPr>
        <w:ind w:left="360"/>
        <w:rPr>
          <w:b/>
        </w:rPr>
      </w:pPr>
    </w:p>
    <w:p w:rsidR="00125E3E" w:rsidRDefault="00263D9E" w:rsidP="00377A1F">
      <w:pPr>
        <w:numPr>
          <w:ilvl w:val="0"/>
          <w:numId w:val="37"/>
        </w:numPr>
        <w:ind w:left="360"/>
      </w:pPr>
      <w:r>
        <w:t>Excavation of duct bank from NE GSU corner south to unit 100 continues.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DA224D">
      <w:pPr>
        <w:ind w:left="360"/>
        <w:rPr>
          <w:b/>
        </w:rPr>
      </w:pPr>
      <w:r>
        <w:rPr>
          <w:b/>
        </w:rPr>
        <w:t>Scheduled Items</w:t>
      </w:r>
      <w:r w:rsidR="00DA224D">
        <w:rPr>
          <w:b/>
        </w:rPr>
        <w:t>:</w:t>
      </w:r>
    </w:p>
    <w:p w:rsidR="00664965" w:rsidRPr="00DA224D" w:rsidRDefault="00664965" w:rsidP="00DA224D">
      <w:pPr>
        <w:ind w:left="360"/>
        <w:rPr>
          <w:b/>
        </w:rPr>
      </w:pPr>
    </w:p>
    <w:p w:rsidR="00C54D1E" w:rsidRPr="00521CDD" w:rsidRDefault="007F2247" w:rsidP="00C54D1E">
      <w:pPr>
        <w:numPr>
          <w:ilvl w:val="0"/>
          <w:numId w:val="37"/>
        </w:numPr>
        <w:ind w:left="360"/>
        <w:rPr>
          <w:b/>
        </w:rPr>
      </w:pPr>
      <w:r>
        <w:t>National Guard North wall painting complete and kitchen tile is complete.</w:t>
      </w:r>
    </w:p>
    <w:p w:rsidR="00DA224D" w:rsidRPr="007F2247" w:rsidRDefault="00521CDD" w:rsidP="007F2247">
      <w:pPr>
        <w:numPr>
          <w:ilvl w:val="0"/>
          <w:numId w:val="37"/>
        </w:numPr>
        <w:ind w:left="360"/>
        <w:rPr>
          <w:b/>
        </w:rPr>
      </w:pPr>
      <w:r>
        <w:t>Light pole on inlet approach is bent over and paper work sent t</w:t>
      </w:r>
      <w:r w:rsidR="007F2247">
        <w:t>o EDC to repair or replace pole, 2 weeks now and still no action take</w:t>
      </w:r>
      <w:r w:rsidR="00E15415">
        <w:t>n.</w:t>
      </w:r>
    </w:p>
    <w:p w:rsidR="006652B7" w:rsidRPr="00E15415" w:rsidRDefault="006652B7" w:rsidP="00C54D1E">
      <w:pPr>
        <w:numPr>
          <w:ilvl w:val="0"/>
          <w:numId w:val="37"/>
        </w:numPr>
        <w:ind w:left="360"/>
        <w:rPr>
          <w:b/>
        </w:rPr>
      </w:pPr>
      <w:r>
        <w:t>GSU # 100 conta</w:t>
      </w:r>
      <w:r w:rsidR="00263D9E">
        <w:t>inment wall ready to pour 9 Aug: pouring cancelled due to rain. Rescheduled 10 Aug.</w:t>
      </w:r>
    </w:p>
    <w:p w:rsidR="00E15415" w:rsidRPr="00E15415" w:rsidRDefault="00E15415" w:rsidP="00C54D1E">
      <w:pPr>
        <w:numPr>
          <w:ilvl w:val="0"/>
          <w:numId w:val="37"/>
        </w:numPr>
        <w:ind w:left="360"/>
        <w:rPr>
          <w:b/>
        </w:rPr>
      </w:pPr>
      <w:r>
        <w:t xml:space="preserve">GSU # 200  </w:t>
      </w:r>
      <w:r w:rsidR="00263D9E">
        <w:t>containment wall to pour 10 Aug, Rescheduled 11 Aug.</w:t>
      </w:r>
    </w:p>
    <w:p w:rsidR="00E15415" w:rsidRPr="00124F40" w:rsidRDefault="00E15415" w:rsidP="00C54D1E">
      <w:pPr>
        <w:numPr>
          <w:ilvl w:val="0"/>
          <w:numId w:val="37"/>
        </w:numPr>
        <w:ind w:left="360"/>
        <w:rPr>
          <w:b/>
        </w:rPr>
      </w:pPr>
      <w:r>
        <w:t>GSU # 300 containment wall to pour</w:t>
      </w:r>
      <w:r w:rsidR="00263D9E">
        <w:t xml:space="preserve"> 11 Aug, rescheduled 12 Aug.</w:t>
      </w:r>
    </w:p>
    <w:p w:rsidR="00DA224D" w:rsidRDefault="00DA224D" w:rsidP="00B67129"/>
    <w:p w:rsidR="004B6A6E" w:rsidRDefault="001F120F" w:rsidP="00664965">
      <w:pPr>
        <w:ind w:left="360"/>
      </w:pPr>
      <w:r>
        <w:rPr>
          <w:b/>
        </w:rPr>
        <w:t>Critical Areas of Conce</w:t>
      </w:r>
      <w:r w:rsidR="00F374E8">
        <w:rPr>
          <w:b/>
        </w:rPr>
        <w:t>rn</w:t>
      </w:r>
      <w:r w:rsidR="00B24A00">
        <w:rPr>
          <w:b/>
        </w:rPr>
        <w:t>s;</w:t>
      </w:r>
    </w:p>
    <w:p w:rsidR="00132197" w:rsidRDefault="00132197" w:rsidP="00F374E8"/>
    <w:p w:rsidR="004834E8" w:rsidRDefault="00E85D09" w:rsidP="00F06CFE">
      <w:pPr>
        <w:numPr>
          <w:ilvl w:val="0"/>
          <w:numId w:val="35"/>
        </w:numPr>
        <w:ind w:left="360"/>
        <w:rPr>
          <w:b/>
        </w:rPr>
      </w:pPr>
      <w:r w:rsidRPr="00664965">
        <w:rPr>
          <w:b/>
        </w:rPr>
        <w:t xml:space="preserve">We need a schedule from EDC on when the services will be </w:t>
      </w:r>
      <w:r w:rsidR="00F06CFE" w:rsidRPr="00664965">
        <w:rPr>
          <w:b/>
        </w:rPr>
        <w:t>installed;</w:t>
      </w:r>
      <w:r w:rsidRPr="00664965">
        <w:rPr>
          <w:b/>
        </w:rPr>
        <w:t xml:space="preserve"> these include the water pipe line, </w:t>
      </w:r>
      <w:r w:rsidR="0074137B" w:rsidRPr="00664965">
        <w:rPr>
          <w:b/>
        </w:rPr>
        <w:t>t</w:t>
      </w:r>
      <w:r w:rsidRPr="00664965">
        <w:rPr>
          <w:b/>
        </w:rPr>
        <w:t>he gas pipe line and the 1.5 MWATT construction temp feeder for commissioning the plant.</w:t>
      </w:r>
    </w:p>
    <w:p w:rsidR="00DB2CFF" w:rsidRPr="00664965" w:rsidRDefault="00DB2CFF" w:rsidP="00F06CFE">
      <w:pPr>
        <w:numPr>
          <w:ilvl w:val="0"/>
          <w:numId w:val="35"/>
        </w:numPr>
        <w:ind w:left="360"/>
        <w:rPr>
          <w:b/>
        </w:rPr>
      </w:pPr>
      <w:r>
        <w:rPr>
          <w:b/>
        </w:rPr>
        <w:t>Water Treatment module requires 320 GPM to function correctly.</w:t>
      </w:r>
    </w:p>
    <w:p w:rsidR="005D7A8D" w:rsidRPr="005D7A8D" w:rsidRDefault="004834E8" w:rsidP="004834E8">
      <w:pPr>
        <w:numPr>
          <w:ilvl w:val="0"/>
          <w:numId w:val="35"/>
        </w:numPr>
        <w:ind w:left="360"/>
        <w:rPr>
          <w:b/>
        </w:rPr>
      </w:pPr>
      <w:r>
        <w:t>Underground drawing’s still major concern.</w:t>
      </w:r>
    </w:p>
    <w:p w:rsidR="000D48C3" w:rsidRPr="004834E8" w:rsidRDefault="005D7A8D" w:rsidP="004834E8">
      <w:pPr>
        <w:numPr>
          <w:ilvl w:val="0"/>
          <w:numId w:val="35"/>
        </w:numPr>
        <w:ind w:left="360"/>
        <w:rPr>
          <w:b/>
        </w:rPr>
      </w:pPr>
      <w:r>
        <w:t>Began receiving truck loads of equipment from the ship. One truck of cargo damaged. The damage will be evaluated today and pictures taken for record.</w:t>
      </w:r>
      <w:r w:rsidR="000D48C3" w:rsidRPr="004834E8">
        <w:rPr>
          <w:b/>
        </w:rPr>
        <w:tab/>
      </w:r>
    </w:p>
    <w:p w:rsidR="000331AE" w:rsidRPr="00B0232D" w:rsidRDefault="000331AE" w:rsidP="003F7CF6">
      <w:pPr>
        <w:jc w:val="right"/>
        <w:rPr>
          <w:b/>
        </w:rPr>
      </w:pPr>
    </w:p>
    <w:sectPr w:rsidR="000331AE" w:rsidRPr="00B0232D" w:rsidSect="009C4477">
      <w:footerReference w:type="default" r:id="rId8"/>
      <w:headerReference w:type="first" r:id="rId9"/>
      <w:footerReference w:type="first" r:id="rId10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6AD" w:rsidRDefault="00B506AD">
      <w:r>
        <w:separator/>
      </w:r>
    </w:p>
  </w:endnote>
  <w:endnote w:type="continuationSeparator" w:id="0">
    <w:p w:rsidR="00B506AD" w:rsidRDefault="00B50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1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E82D82">
          <w:pPr>
            <w:pStyle w:val="Footer"/>
          </w:pPr>
          <w:r w:rsidRPr="000E0FE8">
            <w:t xml:space="preserve">Page </w:t>
          </w:r>
          <w:r w:rsidR="002038CB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2038CB" w:rsidRPr="00F62712">
            <w:rPr>
              <w:i w:val="0"/>
            </w:rPr>
            <w:fldChar w:fldCharType="separate"/>
          </w:r>
          <w:r w:rsidR="005D7A8D">
            <w:rPr>
              <w:i w:val="0"/>
              <w:noProof/>
            </w:rPr>
            <w:t>2</w:t>
          </w:r>
          <w:r w:rsidR="002038CB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3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7A4374">
          <w:pPr>
            <w:pStyle w:val="Footer"/>
          </w:pPr>
          <w:r w:rsidRPr="000E0FE8">
            <w:t xml:space="preserve">Page </w:t>
          </w:r>
          <w:r w:rsidR="002038CB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2038CB" w:rsidRPr="00F62712">
            <w:rPr>
              <w:i w:val="0"/>
            </w:rPr>
            <w:fldChar w:fldCharType="separate"/>
          </w:r>
          <w:r w:rsidR="005D7A8D">
            <w:rPr>
              <w:i w:val="0"/>
              <w:noProof/>
            </w:rPr>
            <w:t>1</w:t>
          </w:r>
          <w:r w:rsidR="002038CB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6AD" w:rsidRDefault="00B506AD">
      <w:r>
        <w:separator/>
      </w:r>
    </w:p>
  </w:footnote>
  <w:footnote w:type="continuationSeparator" w:id="0">
    <w:p w:rsidR="00B506AD" w:rsidRDefault="00B50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237BC9">
      <w:tc>
        <w:tcPr>
          <w:tcW w:w="3888" w:type="dxa"/>
          <w:vAlign w:val="center"/>
        </w:tcPr>
        <w:p w:rsidR="00237BC9" w:rsidRPr="00F62712" w:rsidRDefault="00124F4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2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237BC9" w:rsidRPr="00F62712" w:rsidRDefault="00237BC9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</w:t>
          </w:r>
          <w:r w:rsidR="00217144">
            <w:rPr>
              <w:rFonts w:ascii="Arial" w:hAnsi="Arial" w:cs="Arial"/>
              <w:sz w:val="40"/>
              <w:szCs w:val="40"/>
            </w:rPr>
            <w:t>Guarenas Power Project</w:t>
          </w:r>
        </w:p>
      </w:tc>
    </w:tr>
    <w:tr w:rsidR="00237BC9">
      <w:tc>
        <w:tcPr>
          <w:tcW w:w="3888" w:type="dxa"/>
        </w:tcPr>
        <w:p w:rsidR="00237BC9" w:rsidRDefault="00237BC9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 w:rsidR="007F3FEE">
            <w:rPr>
              <w:rFonts w:ascii="Arial" w:hAnsi="Arial" w:cs="Arial"/>
            </w:rPr>
            <w:t xml:space="preserve"> </w:t>
          </w:r>
          <w:r w:rsidR="001C7D40">
            <w:rPr>
              <w:rFonts w:ascii="Arial" w:hAnsi="Arial" w:cs="Arial"/>
            </w:rPr>
            <w:t>Tuesday</w:t>
          </w:r>
          <w:r w:rsidR="00D6782D">
            <w:rPr>
              <w:rFonts w:ascii="Arial" w:hAnsi="Arial" w:cs="Arial"/>
            </w:rPr>
            <w:t xml:space="preserve"> / Wednesday</w:t>
          </w:r>
        </w:p>
        <w:p w:rsidR="00753460" w:rsidRPr="00F62712" w:rsidRDefault="00BD208E" w:rsidP="00FA7A37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10</w:t>
          </w:r>
          <w:r w:rsidR="004834E8">
            <w:rPr>
              <w:rFonts w:ascii="Arial" w:hAnsi="Arial" w:cs="Arial"/>
            </w:rPr>
            <w:t>AUG</w:t>
          </w:r>
          <w:r w:rsidR="00A47BEF">
            <w:rPr>
              <w:rFonts w:ascii="Arial" w:hAnsi="Arial" w:cs="Arial"/>
            </w:rPr>
            <w:t>10</w:t>
          </w:r>
        </w:p>
      </w:tc>
      <w:tc>
        <w:tcPr>
          <w:tcW w:w="5688" w:type="dxa"/>
        </w:tcPr>
        <w:p w:rsidR="00237BC9" w:rsidRDefault="00237BC9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r w:rsidR="00753460">
            <w:rPr>
              <w:rFonts w:ascii="Arial" w:hAnsi="Arial" w:cs="Arial"/>
            </w:rPr>
            <w:t>Guarenas Power Project</w:t>
          </w:r>
        </w:p>
        <w:p w:rsidR="00EB3D0A" w:rsidRPr="00F62712" w:rsidRDefault="00EB3D0A" w:rsidP="00753460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Guarenas, Venezuela</w:t>
          </w:r>
        </w:p>
      </w:tc>
    </w:tr>
    <w:tr w:rsidR="00237BC9">
      <w:tc>
        <w:tcPr>
          <w:tcW w:w="3888" w:type="dxa"/>
        </w:tcPr>
        <w:p w:rsidR="00237BC9" w:rsidRPr="00753460" w:rsidRDefault="00237BC9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</w:t>
          </w:r>
          <w:r w:rsidR="00A47BEF">
            <w:rPr>
              <w:rFonts w:ascii="Arial" w:hAnsi="Arial" w:cs="Arial"/>
            </w:rPr>
            <w:t>y: Roger Barr</w:t>
          </w:r>
        </w:p>
      </w:tc>
      <w:tc>
        <w:tcPr>
          <w:tcW w:w="5688" w:type="dxa"/>
        </w:tcPr>
        <w:p w:rsidR="00237BC9" w:rsidRPr="00F62712" w:rsidRDefault="0075346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237BC9" w:rsidRDefault="00237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28B8805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C25CF20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s-VE" w:vendorID="64" w:dllVersion="131078" w:nlCheck="1" w:checkStyle="1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58050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299A"/>
    <w:rsid w:val="000331AE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35E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03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2425"/>
    <w:rsid w:val="000A4F30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7DA"/>
    <w:rsid w:val="000C4D10"/>
    <w:rsid w:val="000C4F63"/>
    <w:rsid w:val="000C561D"/>
    <w:rsid w:val="000C632B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EF4"/>
    <w:rsid w:val="000E634B"/>
    <w:rsid w:val="000E6EE4"/>
    <w:rsid w:val="000E7529"/>
    <w:rsid w:val="000F17E6"/>
    <w:rsid w:val="000F1F1A"/>
    <w:rsid w:val="000F2397"/>
    <w:rsid w:val="000F3F78"/>
    <w:rsid w:val="000F56FF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4F40"/>
    <w:rsid w:val="001250BE"/>
    <w:rsid w:val="00125187"/>
    <w:rsid w:val="00125862"/>
    <w:rsid w:val="00125E3E"/>
    <w:rsid w:val="00130564"/>
    <w:rsid w:val="00131A6F"/>
    <w:rsid w:val="00132197"/>
    <w:rsid w:val="00132A7A"/>
    <w:rsid w:val="00134C35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4759"/>
    <w:rsid w:val="00155ADB"/>
    <w:rsid w:val="00155BF5"/>
    <w:rsid w:val="001560C2"/>
    <w:rsid w:val="00157FE3"/>
    <w:rsid w:val="00162DEB"/>
    <w:rsid w:val="00163E68"/>
    <w:rsid w:val="00164085"/>
    <w:rsid w:val="0016608A"/>
    <w:rsid w:val="001661E9"/>
    <w:rsid w:val="00166912"/>
    <w:rsid w:val="00167C75"/>
    <w:rsid w:val="00170F5F"/>
    <w:rsid w:val="0017257D"/>
    <w:rsid w:val="00172FA7"/>
    <w:rsid w:val="0017433E"/>
    <w:rsid w:val="001757D8"/>
    <w:rsid w:val="001807D2"/>
    <w:rsid w:val="001856E4"/>
    <w:rsid w:val="001860E1"/>
    <w:rsid w:val="00186C96"/>
    <w:rsid w:val="00187C44"/>
    <w:rsid w:val="0019028E"/>
    <w:rsid w:val="0019096D"/>
    <w:rsid w:val="00190B92"/>
    <w:rsid w:val="00192800"/>
    <w:rsid w:val="00193159"/>
    <w:rsid w:val="00193A39"/>
    <w:rsid w:val="001952E5"/>
    <w:rsid w:val="001962B5"/>
    <w:rsid w:val="00196CDE"/>
    <w:rsid w:val="001A13FB"/>
    <w:rsid w:val="001A29A1"/>
    <w:rsid w:val="001A2C53"/>
    <w:rsid w:val="001A36D5"/>
    <w:rsid w:val="001A3A96"/>
    <w:rsid w:val="001A5353"/>
    <w:rsid w:val="001A5541"/>
    <w:rsid w:val="001A777C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6CE9"/>
    <w:rsid w:val="001F7C41"/>
    <w:rsid w:val="00201B72"/>
    <w:rsid w:val="002025E4"/>
    <w:rsid w:val="0020366C"/>
    <w:rsid w:val="002038CB"/>
    <w:rsid w:val="00203BE3"/>
    <w:rsid w:val="002046D9"/>
    <w:rsid w:val="00207BCB"/>
    <w:rsid w:val="00212121"/>
    <w:rsid w:val="002148FC"/>
    <w:rsid w:val="00214FBD"/>
    <w:rsid w:val="00215B39"/>
    <w:rsid w:val="00216328"/>
    <w:rsid w:val="00217144"/>
    <w:rsid w:val="002177B3"/>
    <w:rsid w:val="00217F3E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5A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FBB"/>
    <w:rsid w:val="00251129"/>
    <w:rsid w:val="00255F4D"/>
    <w:rsid w:val="002572DE"/>
    <w:rsid w:val="00260FBA"/>
    <w:rsid w:val="002622E6"/>
    <w:rsid w:val="00262A99"/>
    <w:rsid w:val="00263D9E"/>
    <w:rsid w:val="002641D8"/>
    <w:rsid w:val="0026451F"/>
    <w:rsid w:val="00264D4F"/>
    <w:rsid w:val="00264FAA"/>
    <w:rsid w:val="00267561"/>
    <w:rsid w:val="0027102D"/>
    <w:rsid w:val="00271344"/>
    <w:rsid w:val="002724D0"/>
    <w:rsid w:val="00276591"/>
    <w:rsid w:val="0027706A"/>
    <w:rsid w:val="002771DE"/>
    <w:rsid w:val="00277BB6"/>
    <w:rsid w:val="00280B2E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983"/>
    <w:rsid w:val="002B73E5"/>
    <w:rsid w:val="002C01BB"/>
    <w:rsid w:val="002C0CD5"/>
    <w:rsid w:val="002C18B2"/>
    <w:rsid w:val="002C3CB3"/>
    <w:rsid w:val="002C3DEF"/>
    <w:rsid w:val="002C6C17"/>
    <w:rsid w:val="002C6DB9"/>
    <w:rsid w:val="002D007A"/>
    <w:rsid w:val="002D00A7"/>
    <w:rsid w:val="002D217B"/>
    <w:rsid w:val="002D3422"/>
    <w:rsid w:val="002D3A8C"/>
    <w:rsid w:val="002D471E"/>
    <w:rsid w:val="002D4BCE"/>
    <w:rsid w:val="002D4E10"/>
    <w:rsid w:val="002D7EA3"/>
    <w:rsid w:val="002E2384"/>
    <w:rsid w:val="002E2FE0"/>
    <w:rsid w:val="002E32E4"/>
    <w:rsid w:val="002E3C78"/>
    <w:rsid w:val="002E4304"/>
    <w:rsid w:val="002E44FF"/>
    <w:rsid w:val="002E59DD"/>
    <w:rsid w:val="002E6026"/>
    <w:rsid w:val="002E7B19"/>
    <w:rsid w:val="002F08EA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166"/>
    <w:rsid w:val="003531DB"/>
    <w:rsid w:val="003533C7"/>
    <w:rsid w:val="0035480B"/>
    <w:rsid w:val="00354EF4"/>
    <w:rsid w:val="003551C6"/>
    <w:rsid w:val="00355D9E"/>
    <w:rsid w:val="00356256"/>
    <w:rsid w:val="00356A59"/>
    <w:rsid w:val="00356C85"/>
    <w:rsid w:val="003615EC"/>
    <w:rsid w:val="003618FD"/>
    <w:rsid w:val="00363C2C"/>
    <w:rsid w:val="00366B0F"/>
    <w:rsid w:val="00367BE6"/>
    <w:rsid w:val="0037212D"/>
    <w:rsid w:val="00375135"/>
    <w:rsid w:val="003753A2"/>
    <w:rsid w:val="00375BCB"/>
    <w:rsid w:val="00377111"/>
    <w:rsid w:val="00377A1F"/>
    <w:rsid w:val="003803E6"/>
    <w:rsid w:val="00380510"/>
    <w:rsid w:val="003824DF"/>
    <w:rsid w:val="0038271B"/>
    <w:rsid w:val="0038326B"/>
    <w:rsid w:val="003832A6"/>
    <w:rsid w:val="0038591B"/>
    <w:rsid w:val="00386414"/>
    <w:rsid w:val="00387A19"/>
    <w:rsid w:val="0039159C"/>
    <w:rsid w:val="00391613"/>
    <w:rsid w:val="003919F9"/>
    <w:rsid w:val="0039276E"/>
    <w:rsid w:val="0039306C"/>
    <w:rsid w:val="00393F60"/>
    <w:rsid w:val="00393F75"/>
    <w:rsid w:val="00394C1B"/>
    <w:rsid w:val="00394C27"/>
    <w:rsid w:val="003962B4"/>
    <w:rsid w:val="00397E9B"/>
    <w:rsid w:val="003A14B2"/>
    <w:rsid w:val="003A49F1"/>
    <w:rsid w:val="003A4E77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3710"/>
    <w:rsid w:val="00454263"/>
    <w:rsid w:val="004555AD"/>
    <w:rsid w:val="004562F1"/>
    <w:rsid w:val="00462A87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80504"/>
    <w:rsid w:val="00481560"/>
    <w:rsid w:val="004834E8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32"/>
    <w:rsid w:val="00496D95"/>
    <w:rsid w:val="00497708"/>
    <w:rsid w:val="0049789B"/>
    <w:rsid w:val="00497B01"/>
    <w:rsid w:val="004A1160"/>
    <w:rsid w:val="004A33A5"/>
    <w:rsid w:val="004A3C1C"/>
    <w:rsid w:val="004B0D21"/>
    <w:rsid w:val="004B156D"/>
    <w:rsid w:val="004B2048"/>
    <w:rsid w:val="004B21C3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3A08"/>
    <w:rsid w:val="004D4716"/>
    <w:rsid w:val="004D7035"/>
    <w:rsid w:val="004D747D"/>
    <w:rsid w:val="004E1CEE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2036F"/>
    <w:rsid w:val="00520A63"/>
    <w:rsid w:val="00520CE3"/>
    <w:rsid w:val="00520F21"/>
    <w:rsid w:val="00521CDD"/>
    <w:rsid w:val="00521F2E"/>
    <w:rsid w:val="005221F5"/>
    <w:rsid w:val="005229F2"/>
    <w:rsid w:val="0052411F"/>
    <w:rsid w:val="00524A00"/>
    <w:rsid w:val="00525460"/>
    <w:rsid w:val="005265D5"/>
    <w:rsid w:val="00526C3D"/>
    <w:rsid w:val="00527670"/>
    <w:rsid w:val="005321EB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10F0"/>
    <w:rsid w:val="0054249C"/>
    <w:rsid w:val="005437EA"/>
    <w:rsid w:val="00545E68"/>
    <w:rsid w:val="00550A44"/>
    <w:rsid w:val="00552485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47A3"/>
    <w:rsid w:val="00574B63"/>
    <w:rsid w:val="00574E3F"/>
    <w:rsid w:val="005758DB"/>
    <w:rsid w:val="00575A49"/>
    <w:rsid w:val="005803B8"/>
    <w:rsid w:val="0058075A"/>
    <w:rsid w:val="00591A55"/>
    <w:rsid w:val="00592262"/>
    <w:rsid w:val="005922C6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640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D7A8D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C2D"/>
    <w:rsid w:val="00606934"/>
    <w:rsid w:val="006113E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81D"/>
    <w:rsid w:val="006479A9"/>
    <w:rsid w:val="00650E71"/>
    <w:rsid w:val="006510B5"/>
    <w:rsid w:val="00651878"/>
    <w:rsid w:val="00651AC3"/>
    <w:rsid w:val="006540C2"/>
    <w:rsid w:val="00654819"/>
    <w:rsid w:val="00655ED8"/>
    <w:rsid w:val="00656C5B"/>
    <w:rsid w:val="00656CE0"/>
    <w:rsid w:val="00660760"/>
    <w:rsid w:val="00660F25"/>
    <w:rsid w:val="0066398B"/>
    <w:rsid w:val="00664965"/>
    <w:rsid w:val="00664BDE"/>
    <w:rsid w:val="006652B7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031"/>
    <w:rsid w:val="006947F6"/>
    <w:rsid w:val="006964F3"/>
    <w:rsid w:val="00697DAE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1F41"/>
    <w:rsid w:val="006C35A8"/>
    <w:rsid w:val="006C47FD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B58"/>
    <w:rsid w:val="006E4F26"/>
    <w:rsid w:val="006E50F8"/>
    <w:rsid w:val="006E5471"/>
    <w:rsid w:val="006E580B"/>
    <w:rsid w:val="006F06F4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42EC"/>
    <w:rsid w:val="00704492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F2C"/>
    <w:rsid w:val="00723F9A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3020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47C8"/>
    <w:rsid w:val="00776186"/>
    <w:rsid w:val="00780BD1"/>
    <w:rsid w:val="00781CC0"/>
    <w:rsid w:val="007825BB"/>
    <w:rsid w:val="007826AF"/>
    <w:rsid w:val="00784E43"/>
    <w:rsid w:val="007909C1"/>
    <w:rsid w:val="0079337A"/>
    <w:rsid w:val="007940FA"/>
    <w:rsid w:val="00795B1B"/>
    <w:rsid w:val="00796715"/>
    <w:rsid w:val="00796B31"/>
    <w:rsid w:val="007A0FD2"/>
    <w:rsid w:val="007A1E95"/>
    <w:rsid w:val="007A2761"/>
    <w:rsid w:val="007A35D1"/>
    <w:rsid w:val="007A3940"/>
    <w:rsid w:val="007A4374"/>
    <w:rsid w:val="007A4E4F"/>
    <w:rsid w:val="007A54D8"/>
    <w:rsid w:val="007A59A3"/>
    <w:rsid w:val="007A6928"/>
    <w:rsid w:val="007A6B2A"/>
    <w:rsid w:val="007A7E3D"/>
    <w:rsid w:val="007B0000"/>
    <w:rsid w:val="007B08F9"/>
    <w:rsid w:val="007B10A5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850"/>
    <w:rsid w:val="007C5015"/>
    <w:rsid w:val="007C62C8"/>
    <w:rsid w:val="007D0652"/>
    <w:rsid w:val="007D0D29"/>
    <w:rsid w:val="007D1C9C"/>
    <w:rsid w:val="007D521C"/>
    <w:rsid w:val="007D6753"/>
    <w:rsid w:val="007D79C5"/>
    <w:rsid w:val="007D7B2E"/>
    <w:rsid w:val="007D7FBA"/>
    <w:rsid w:val="007E3086"/>
    <w:rsid w:val="007E30B4"/>
    <w:rsid w:val="007E3479"/>
    <w:rsid w:val="007E5E29"/>
    <w:rsid w:val="007E67FC"/>
    <w:rsid w:val="007E764D"/>
    <w:rsid w:val="007E7E43"/>
    <w:rsid w:val="007F053A"/>
    <w:rsid w:val="007F0BCC"/>
    <w:rsid w:val="007F0F49"/>
    <w:rsid w:val="007F182B"/>
    <w:rsid w:val="007F2247"/>
    <w:rsid w:val="007F27B1"/>
    <w:rsid w:val="007F3FEE"/>
    <w:rsid w:val="007F4894"/>
    <w:rsid w:val="007F4C2D"/>
    <w:rsid w:val="007F687F"/>
    <w:rsid w:val="007F6895"/>
    <w:rsid w:val="007F7A01"/>
    <w:rsid w:val="008005EC"/>
    <w:rsid w:val="008009EA"/>
    <w:rsid w:val="00801078"/>
    <w:rsid w:val="008016B3"/>
    <w:rsid w:val="008033DF"/>
    <w:rsid w:val="008044F6"/>
    <w:rsid w:val="008049BC"/>
    <w:rsid w:val="00804CFB"/>
    <w:rsid w:val="00810A6E"/>
    <w:rsid w:val="008111F7"/>
    <w:rsid w:val="008123FB"/>
    <w:rsid w:val="008159B0"/>
    <w:rsid w:val="00815B95"/>
    <w:rsid w:val="00815DF9"/>
    <w:rsid w:val="00817A64"/>
    <w:rsid w:val="00821410"/>
    <w:rsid w:val="008217E2"/>
    <w:rsid w:val="008220BA"/>
    <w:rsid w:val="00823A64"/>
    <w:rsid w:val="00823A83"/>
    <w:rsid w:val="00826431"/>
    <w:rsid w:val="00830753"/>
    <w:rsid w:val="00832101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448D"/>
    <w:rsid w:val="00864D9A"/>
    <w:rsid w:val="0086538E"/>
    <w:rsid w:val="00866238"/>
    <w:rsid w:val="0086647E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A0C97"/>
    <w:rsid w:val="008A11ED"/>
    <w:rsid w:val="008A144F"/>
    <w:rsid w:val="008A1F01"/>
    <w:rsid w:val="008A2D87"/>
    <w:rsid w:val="008A327B"/>
    <w:rsid w:val="008A3AF1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14CE"/>
    <w:rsid w:val="008C2313"/>
    <w:rsid w:val="008C3044"/>
    <w:rsid w:val="008C322A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6CA5"/>
    <w:rsid w:val="008E73B1"/>
    <w:rsid w:val="008F0801"/>
    <w:rsid w:val="008F0DE5"/>
    <w:rsid w:val="008F1DA0"/>
    <w:rsid w:val="008F2E14"/>
    <w:rsid w:val="008F5EE1"/>
    <w:rsid w:val="008F605E"/>
    <w:rsid w:val="008F7682"/>
    <w:rsid w:val="008F7D2B"/>
    <w:rsid w:val="00901051"/>
    <w:rsid w:val="009025F6"/>
    <w:rsid w:val="009036A6"/>
    <w:rsid w:val="00904ED4"/>
    <w:rsid w:val="00905C75"/>
    <w:rsid w:val="00906384"/>
    <w:rsid w:val="00910FB4"/>
    <w:rsid w:val="00913BC9"/>
    <w:rsid w:val="009141B7"/>
    <w:rsid w:val="009210B3"/>
    <w:rsid w:val="00926D16"/>
    <w:rsid w:val="009275DE"/>
    <w:rsid w:val="009316D9"/>
    <w:rsid w:val="009332A7"/>
    <w:rsid w:val="009334A1"/>
    <w:rsid w:val="009339A2"/>
    <w:rsid w:val="00936B01"/>
    <w:rsid w:val="009406B2"/>
    <w:rsid w:val="00940A52"/>
    <w:rsid w:val="00950207"/>
    <w:rsid w:val="0095193B"/>
    <w:rsid w:val="00952DB9"/>
    <w:rsid w:val="00953153"/>
    <w:rsid w:val="0095403E"/>
    <w:rsid w:val="00954676"/>
    <w:rsid w:val="0095668D"/>
    <w:rsid w:val="00957817"/>
    <w:rsid w:val="0096116C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39B"/>
    <w:rsid w:val="00975FBF"/>
    <w:rsid w:val="009768D2"/>
    <w:rsid w:val="009769EC"/>
    <w:rsid w:val="00977720"/>
    <w:rsid w:val="00981178"/>
    <w:rsid w:val="00982EC1"/>
    <w:rsid w:val="00982FD3"/>
    <w:rsid w:val="00984B0D"/>
    <w:rsid w:val="009864B6"/>
    <w:rsid w:val="009867D6"/>
    <w:rsid w:val="009871A7"/>
    <w:rsid w:val="0099042D"/>
    <w:rsid w:val="00990555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5513"/>
    <w:rsid w:val="00A0687B"/>
    <w:rsid w:val="00A06C2A"/>
    <w:rsid w:val="00A07AE7"/>
    <w:rsid w:val="00A07C06"/>
    <w:rsid w:val="00A07F03"/>
    <w:rsid w:val="00A108D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57E8"/>
    <w:rsid w:val="00A2587C"/>
    <w:rsid w:val="00A25A88"/>
    <w:rsid w:val="00A26B7A"/>
    <w:rsid w:val="00A304A6"/>
    <w:rsid w:val="00A31086"/>
    <w:rsid w:val="00A32EC4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9CC"/>
    <w:rsid w:val="00A44B69"/>
    <w:rsid w:val="00A45894"/>
    <w:rsid w:val="00A45A32"/>
    <w:rsid w:val="00A4605B"/>
    <w:rsid w:val="00A4628B"/>
    <w:rsid w:val="00A46578"/>
    <w:rsid w:val="00A46A95"/>
    <w:rsid w:val="00A47BEF"/>
    <w:rsid w:val="00A5037A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716A4"/>
    <w:rsid w:val="00A727C3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59AA"/>
    <w:rsid w:val="00A87D0D"/>
    <w:rsid w:val="00A91D34"/>
    <w:rsid w:val="00A92CE7"/>
    <w:rsid w:val="00A940C8"/>
    <w:rsid w:val="00A942E2"/>
    <w:rsid w:val="00A95281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0AE5"/>
    <w:rsid w:val="00AC2E98"/>
    <w:rsid w:val="00AC3471"/>
    <w:rsid w:val="00AC42E9"/>
    <w:rsid w:val="00AC497C"/>
    <w:rsid w:val="00AC4CFD"/>
    <w:rsid w:val="00AC5322"/>
    <w:rsid w:val="00AC61AA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C5D"/>
    <w:rsid w:val="00AE482F"/>
    <w:rsid w:val="00AE5ACD"/>
    <w:rsid w:val="00AE75CF"/>
    <w:rsid w:val="00AF2D6B"/>
    <w:rsid w:val="00AF3239"/>
    <w:rsid w:val="00AF4ACF"/>
    <w:rsid w:val="00AF5553"/>
    <w:rsid w:val="00AF5C0A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10731"/>
    <w:rsid w:val="00B10CD1"/>
    <w:rsid w:val="00B111C2"/>
    <w:rsid w:val="00B113A5"/>
    <w:rsid w:val="00B1280E"/>
    <w:rsid w:val="00B12FC0"/>
    <w:rsid w:val="00B13394"/>
    <w:rsid w:val="00B141F0"/>
    <w:rsid w:val="00B150D0"/>
    <w:rsid w:val="00B1621A"/>
    <w:rsid w:val="00B16449"/>
    <w:rsid w:val="00B1687C"/>
    <w:rsid w:val="00B174CF"/>
    <w:rsid w:val="00B209B3"/>
    <w:rsid w:val="00B20A3A"/>
    <w:rsid w:val="00B210B7"/>
    <w:rsid w:val="00B23055"/>
    <w:rsid w:val="00B24A00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06AD"/>
    <w:rsid w:val="00B5171E"/>
    <w:rsid w:val="00B520E9"/>
    <w:rsid w:val="00B52C74"/>
    <w:rsid w:val="00B5465D"/>
    <w:rsid w:val="00B55862"/>
    <w:rsid w:val="00B564CD"/>
    <w:rsid w:val="00B564E0"/>
    <w:rsid w:val="00B601DB"/>
    <w:rsid w:val="00B60369"/>
    <w:rsid w:val="00B603A0"/>
    <w:rsid w:val="00B61164"/>
    <w:rsid w:val="00B6300A"/>
    <w:rsid w:val="00B63AC3"/>
    <w:rsid w:val="00B63D36"/>
    <w:rsid w:val="00B6539E"/>
    <w:rsid w:val="00B6573C"/>
    <w:rsid w:val="00B67129"/>
    <w:rsid w:val="00B67313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152"/>
    <w:rsid w:val="00B969CA"/>
    <w:rsid w:val="00B9726D"/>
    <w:rsid w:val="00BA008A"/>
    <w:rsid w:val="00BA10E1"/>
    <w:rsid w:val="00BA2B5F"/>
    <w:rsid w:val="00BA3131"/>
    <w:rsid w:val="00BA3391"/>
    <w:rsid w:val="00BA34DA"/>
    <w:rsid w:val="00BA3878"/>
    <w:rsid w:val="00BA3A90"/>
    <w:rsid w:val="00BA513C"/>
    <w:rsid w:val="00BA73FB"/>
    <w:rsid w:val="00BA7C33"/>
    <w:rsid w:val="00BB0F10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3FA2"/>
    <w:rsid w:val="00BC4BC0"/>
    <w:rsid w:val="00BC66A3"/>
    <w:rsid w:val="00BC68E1"/>
    <w:rsid w:val="00BC738A"/>
    <w:rsid w:val="00BC7FF9"/>
    <w:rsid w:val="00BD0120"/>
    <w:rsid w:val="00BD0BA0"/>
    <w:rsid w:val="00BD0BD9"/>
    <w:rsid w:val="00BD0E69"/>
    <w:rsid w:val="00BD1964"/>
    <w:rsid w:val="00BD208E"/>
    <w:rsid w:val="00BD3157"/>
    <w:rsid w:val="00BD43A0"/>
    <w:rsid w:val="00BD445B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5EB7"/>
    <w:rsid w:val="00BF62B3"/>
    <w:rsid w:val="00BF65D9"/>
    <w:rsid w:val="00BF74A3"/>
    <w:rsid w:val="00BF7A7C"/>
    <w:rsid w:val="00BF7D2D"/>
    <w:rsid w:val="00C01564"/>
    <w:rsid w:val="00C02961"/>
    <w:rsid w:val="00C039EE"/>
    <w:rsid w:val="00C041CB"/>
    <w:rsid w:val="00C05298"/>
    <w:rsid w:val="00C064E2"/>
    <w:rsid w:val="00C068EB"/>
    <w:rsid w:val="00C0711B"/>
    <w:rsid w:val="00C10A5D"/>
    <w:rsid w:val="00C10BC4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1CD6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1D8F"/>
    <w:rsid w:val="00C5207B"/>
    <w:rsid w:val="00C52D00"/>
    <w:rsid w:val="00C5406F"/>
    <w:rsid w:val="00C54D1E"/>
    <w:rsid w:val="00C56729"/>
    <w:rsid w:val="00C6190C"/>
    <w:rsid w:val="00C65051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0C57"/>
    <w:rsid w:val="00C82E39"/>
    <w:rsid w:val="00C83A7F"/>
    <w:rsid w:val="00C853FA"/>
    <w:rsid w:val="00C85DE9"/>
    <w:rsid w:val="00C86098"/>
    <w:rsid w:val="00C8707A"/>
    <w:rsid w:val="00C87C7E"/>
    <w:rsid w:val="00C9097A"/>
    <w:rsid w:val="00C9195F"/>
    <w:rsid w:val="00C94BE7"/>
    <w:rsid w:val="00C95836"/>
    <w:rsid w:val="00C96397"/>
    <w:rsid w:val="00C963F9"/>
    <w:rsid w:val="00C966D8"/>
    <w:rsid w:val="00CA0C35"/>
    <w:rsid w:val="00CA4B83"/>
    <w:rsid w:val="00CA5751"/>
    <w:rsid w:val="00CB09AF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D5318"/>
    <w:rsid w:val="00CE1EB2"/>
    <w:rsid w:val="00CE3E74"/>
    <w:rsid w:val="00CE46FC"/>
    <w:rsid w:val="00CE4910"/>
    <w:rsid w:val="00CE4B3D"/>
    <w:rsid w:val="00CE610D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7E78"/>
    <w:rsid w:val="00D109FE"/>
    <w:rsid w:val="00D11813"/>
    <w:rsid w:val="00D11B8A"/>
    <w:rsid w:val="00D120A9"/>
    <w:rsid w:val="00D12898"/>
    <w:rsid w:val="00D140A9"/>
    <w:rsid w:val="00D15703"/>
    <w:rsid w:val="00D15798"/>
    <w:rsid w:val="00D214AF"/>
    <w:rsid w:val="00D233FB"/>
    <w:rsid w:val="00D2382D"/>
    <w:rsid w:val="00D24D0E"/>
    <w:rsid w:val="00D2509B"/>
    <w:rsid w:val="00D255F9"/>
    <w:rsid w:val="00D3012E"/>
    <w:rsid w:val="00D30EF5"/>
    <w:rsid w:val="00D328FA"/>
    <w:rsid w:val="00D34032"/>
    <w:rsid w:val="00D34774"/>
    <w:rsid w:val="00D3492E"/>
    <w:rsid w:val="00D35F4E"/>
    <w:rsid w:val="00D43D59"/>
    <w:rsid w:val="00D44F05"/>
    <w:rsid w:val="00D460F8"/>
    <w:rsid w:val="00D4638B"/>
    <w:rsid w:val="00D46535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3579"/>
    <w:rsid w:val="00D6401E"/>
    <w:rsid w:val="00D6483E"/>
    <w:rsid w:val="00D66524"/>
    <w:rsid w:val="00D6782D"/>
    <w:rsid w:val="00D7226E"/>
    <w:rsid w:val="00D72AF7"/>
    <w:rsid w:val="00D72CF3"/>
    <w:rsid w:val="00D7347F"/>
    <w:rsid w:val="00D73E20"/>
    <w:rsid w:val="00D758A1"/>
    <w:rsid w:val="00D76524"/>
    <w:rsid w:val="00D77786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A0D"/>
    <w:rsid w:val="00DA0362"/>
    <w:rsid w:val="00DA12F3"/>
    <w:rsid w:val="00DA224D"/>
    <w:rsid w:val="00DA26DF"/>
    <w:rsid w:val="00DA7C23"/>
    <w:rsid w:val="00DB088E"/>
    <w:rsid w:val="00DB09A0"/>
    <w:rsid w:val="00DB2876"/>
    <w:rsid w:val="00DB2CFF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4A69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415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5016"/>
    <w:rsid w:val="00E3537F"/>
    <w:rsid w:val="00E3585B"/>
    <w:rsid w:val="00E35921"/>
    <w:rsid w:val="00E36632"/>
    <w:rsid w:val="00E37DE9"/>
    <w:rsid w:val="00E41FA3"/>
    <w:rsid w:val="00E4284D"/>
    <w:rsid w:val="00E42E37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7103F"/>
    <w:rsid w:val="00E7126C"/>
    <w:rsid w:val="00E72704"/>
    <w:rsid w:val="00E74F80"/>
    <w:rsid w:val="00E77C2D"/>
    <w:rsid w:val="00E8029E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23AF"/>
    <w:rsid w:val="00E92B49"/>
    <w:rsid w:val="00E92DF6"/>
    <w:rsid w:val="00E92F28"/>
    <w:rsid w:val="00E96F0C"/>
    <w:rsid w:val="00EA0197"/>
    <w:rsid w:val="00EA236E"/>
    <w:rsid w:val="00EA449A"/>
    <w:rsid w:val="00EA5625"/>
    <w:rsid w:val="00EA59EB"/>
    <w:rsid w:val="00EA7D84"/>
    <w:rsid w:val="00EB236E"/>
    <w:rsid w:val="00EB26A7"/>
    <w:rsid w:val="00EB2ECB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3F5B"/>
    <w:rsid w:val="00ED53BE"/>
    <w:rsid w:val="00ED6CFC"/>
    <w:rsid w:val="00ED6EBD"/>
    <w:rsid w:val="00EE1C36"/>
    <w:rsid w:val="00EE1EF0"/>
    <w:rsid w:val="00EE2AC1"/>
    <w:rsid w:val="00EE2BEC"/>
    <w:rsid w:val="00EE3B11"/>
    <w:rsid w:val="00EE41EA"/>
    <w:rsid w:val="00EE6776"/>
    <w:rsid w:val="00EE6C6D"/>
    <w:rsid w:val="00EE7BC4"/>
    <w:rsid w:val="00EF13C1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0BC7"/>
    <w:rsid w:val="00F37169"/>
    <w:rsid w:val="00F374E8"/>
    <w:rsid w:val="00F40392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3F05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BBF"/>
    <w:rsid w:val="00F86A6F"/>
    <w:rsid w:val="00F87934"/>
    <w:rsid w:val="00F87C13"/>
    <w:rsid w:val="00F90D45"/>
    <w:rsid w:val="00F92AD7"/>
    <w:rsid w:val="00F93C1A"/>
    <w:rsid w:val="00F93EB6"/>
    <w:rsid w:val="00FA1299"/>
    <w:rsid w:val="00FA2F1D"/>
    <w:rsid w:val="00FA2F6C"/>
    <w:rsid w:val="00FA46AB"/>
    <w:rsid w:val="00FA5236"/>
    <w:rsid w:val="00FA5F80"/>
    <w:rsid w:val="00FA6BEC"/>
    <w:rsid w:val="00FA739E"/>
    <w:rsid w:val="00FA7A37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B30"/>
    <w:rsid w:val="00FD5EEC"/>
    <w:rsid w:val="00FD6182"/>
    <w:rsid w:val="00FD711D"/>
    <w:rsid w:val="00FD7AC1"/>
    <w:rsid w:val="00FD7D6F"/>
    <w:rsid w:val="00FD7E51"/>
    <w:rsid w:val="00FD7FB4"/>
    <w:rsid w:val="00FE11EF"/>
    <w:rsid w:val="00FE145F"/>
    <w:rsid w:val="00FE24DA"/>
    <w:rsid w:val="00FE35E1"/>
    <w:rsid w:val="00FE64A2"/>
    <w:rsid w:val="00FF0D61"/>
    <w:rsid w:val="00FF1B02"/>
    <w:rsid w:val="00FF1D68"/>
    <w:rsid w:val="00FF23A4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8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B08C5-B451-4718-A867-C944AEF4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</Template>
  <TotalTime>9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creator>John Stevens</dc:creator>
  <cp:lastModifiedBy>rbarr</cp:lastModifiedBy>
  <cp:revision>4</cp:revision>
  <cp:lastPrinted>2010-08-08T13:20:00Z</cp:lastPrinted>
  <dcterms:created xsi:type="dcterms:W3CDTF">2010-08-10T13:50:00Z</dcterms:created>
  <dcterms:modified xsi:type="dcterms:W3CDTF">2010-08-10T13:55:00Z</dcterms:modified>
</cp:coreProperties>
</file>